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39" w:rsidRDefault="00CE6B61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CE6B61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2D5889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CE6B61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VZ47_2024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Podpora IBM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QRadar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a IBM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Guardium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D5889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2D5889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E6B61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2D5889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CE6B6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2D5889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E6B6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2D5889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E6B6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2D5889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CE6B61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2D5889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D588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D588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D588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D588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D5889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2D5889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CE6B6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CE6B6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CE6B61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CE6B61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1228E6" w:rsidRDefault="00CE6B61" w:rsidP="001228E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CE6B61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CE6B61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B61" w:rsidRDefault="00CE6B61">
      <w:r>
        <w:separator/>
      </w:r>
    </w:p>
  </w:endnote>
  <w:endnote w:type="continuationSeparator" w:id="0">
    <w:p w:rsidR="00CE6B61" w:rsidRDefault="00CE6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Default="00CE6B61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B61" w:rsidRDefault="00CE6B61">
      <w:r>
        <w:separator/>
      </w:r>
    </w:p>
  </w:footnote>
  <w:footnote w:type="continuationSeparator" w:id="0">
    <w:p w:rsidR="00CE6B61" w:rsidRDefault="00CE6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CE6B61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5A06023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0F28A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BA828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20CB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C4E7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B6DA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02875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ACE8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60B6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FF24B67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CB29D3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9E4A1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AD0B1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D28116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3E00B1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46A3F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59EA4F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636B2D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C55E4E8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72E46B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CE2F2C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436EF9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5CB26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FFC8F5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FA08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C48837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652C3B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838B86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9712351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822F4F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87624B4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20EF50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A90008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632BF9C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ED6ABB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3A98210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1ADA8D4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26407C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96CFD8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DED2B85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D97E5F4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99E5B6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4D84BF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AFC06E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364619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0A12911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866C49E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F883BD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01EA03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4DFE853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1FC400E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13C574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4E4B5D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9DAAF9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904AFB7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67E2DF7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A7281ED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CEA8A884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66A6582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A8B836D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EF6EF4D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5934826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CAAC44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540CAF1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AC9B2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70E1FD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8E2FE0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BAA581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102373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D821DB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9DEB1A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A583DD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FA841C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C06D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D45C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4145A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0263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9679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FE03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52DE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6E94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21CE42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296F21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10F4C1E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298E7CA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DD6724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F70AF0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9B0A26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F22FDC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3221D8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5A2A5C8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E7038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78C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5AED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98808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AD274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1A84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9C682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8A6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9564C8D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6B7C057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1FCAF2DE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D73CAB3C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C04815B4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1F88ED9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FF70F90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EB884C5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D5E0C2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CA4C47C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CDE523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ECC72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6D011B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8F62FF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F04E5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EE0FAF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4A299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C529B7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F52E747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4CD6414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809EC26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DA4814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36AEA7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5CC529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3A867C2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7367E5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D5500E8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57888A6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17BE3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EC3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1CD7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5AA3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72F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5023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989E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4A6F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29D40B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02C1A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60233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04A7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52272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9EE1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0FA5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EC79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E419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7368CE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6B66E3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F764FA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B08ACC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A30508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91C293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01E19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9CEA2A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900E3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7F0EE30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B5B8D98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A022DFD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9C18AD2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472CC8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754F2B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69A4D1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09C2E4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BF2520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6A48E1C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D8BC21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1664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C6A9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2CD5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C0E5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4C98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5025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248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C3DA18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9C8A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644C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2A24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2AA2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4EF2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DE0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C887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E049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C076F3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9CF0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B7824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E6E5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BABB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F10C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B007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E207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18C1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DA765E4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1832B2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2C1C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6941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D6C9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FC65E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64E4F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9E93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2AE1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C92C1C3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5B250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B46D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E4A7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C6C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78D0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B22A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D425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1EADE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BFCEBD2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5E0A2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B8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CF22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956E9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DE14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DBA8A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96AF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2AA8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D6088E9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3FCD32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4804153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78C8279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5FC2F37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96781A0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8AAEB02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DAAA6BBA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506461E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55DC6A9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41D0493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224612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E8C6AB9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3DA2BF6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9C66E6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B47CB10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DD2B40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5F0B16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B5B8DD3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492697A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DCB227A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9C9EFC8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AFD641A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E4264C8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3AE797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07EF1B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626A75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8D0681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C3087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8D25C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10C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80235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C021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1EE90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A4DD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3A97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28E6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D5889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6B61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693E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4799A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10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6</cp:revision>
  <cp:lastPrinted>2018-04-18T10:56:00Z</cp:lastPrinted>
  <dcterms:created xsi:type="dcterms:W3CDTF">2019-06-04T09:28:00Z</dcterms:created>
  <dcterms:modified xsi:type="dcterms:W3CDTF">2024-11-25T08:08:00Z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